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4C571" w14:textId="43350372" w:rsidR="00914636" w:rsidRPr="00D57A11" w:rsidRDefault="00D57A11" w:rsidP="00914636">
      <w:pPr>
        <w:jc w:val="right"/>
        <w:rPr>
          <w:sz w:val="28"/>
          <w:szCs w:val="28"/>
        </w:rPr>
      </w:pPr>
      <w:r w:rsidRPr="00D57A11">
        <w:rPr>
          <w:sz w:val="28"/>
          <w:szCs w:val="28"/>
        </w:rPr>
        <w:t>Приложение</w:t>
      </w:r>
    </w:p>
    <w:p w14:paraId="74D9CAC1" w14:textId="77777777" w:rsidR="00E82620" w:rsidRDefault="00E82620" w:rsidP="00914636">
      <w:pPr>
        <w:jc w:val="center"/>
        <w:rPr>
          <w:sz w:val="28"/>
          <w:szCs w:val="28"/>
        </w:rPr>
      </w:pPr>
    </w:p>
    <w:p w14:paraId="23FCFB67" w14:textId="046032B1" w:rsidR="00914636" w:rsidRPr="00914636" w:rsidRDefault="00E82620" w:rsidP="00914636">
      <w:pPr>
        <w:jc w:val="center"/>
        <w:rPr>
          <w:rFonts w:eastAsia="Batang"/>
          <w:b/>
          <w:kern w:val="2"/>
          <w:sz w:val="28"/>
          <w:szCs w:val="28"/>
          <w:lang w:eastAsia="ko-KR"/>
        </w:rPr>
      </w:pPr>
      <w:r>
        <w:rPr>
          <w:rFonts w:eastAsia="Batang"/>
          <w:b/>
          <w:kern w:val="2"/>
          <w:sz w:val="28"/>
          <w:szCs w:val="28"/>
          <w:lang w:eastAsia="ko-KR"/>
        </w:rPr>
        <w:t>Материалы для публикаций</w:t>
      </w:r>
      <w:r w:rsidR="00914636" w:rsidRPr="00914636">
        <w:rPr>
          <w:rFonts w:eastAsia="Batang"/>
          <w:b/>
          <w:kern w:val="2"/>
          <w:sz w:val="28"/>
          <w:szCs w:val="28"/>
          <w:lang w:eastAsia="ko-KR"/>
        </w:rPr>
        <w:t xml:space="preserve"> о Республиканском проекте «Контент-марафон»</w:t>
      </w:r>
    </w:p>
    <w:p w14:paraId="3B457077" w14:textId="77777777" w:rsidR="00914636" w:rsidRDefault="00914636" w:rsidP="00914636">
      <w:pPr>
        <w:jc w:val="center"/>
        <w:rPr>
          <w:rFonts w:eastAsia="Batang"/>
          <w:kern w:val="2"/>
          <w:sz w:val="28"/>
          <w:szCs w:val="28"/>
          <w:lang w:eastAsia="ko-KR"/>
        </w:rPr>
      </w:pPr>
    </w:p>
    <w:p w14:paraId="71F85B18" w14:textId="77777777" w:rsidR="00914636" w:rsidRDefault="00914636" w:rsidP="00914636">
      <w:pPr>
        <w:jc w:val="center"/>
        <w:rPr>
          <w:rFonts w:eastAsia="Batang"/>
          <w:kern w:val="2"/>
          <w:sz w:val="28"/>
          <w:szCs w:val="28"/>
          <w:lang w:eastAsia="ko-KR"/>
        </w:rPr>
      </w:pPr>
    </w:p>
    <w:p w14:paraId="23E18FE1" w14:textId="754D1B43" w:rsidR="00914636" w:rsidRDefault="00914636" w:rsidP="003D24BF">
      <w:pPr>
        <w:spacing w:line="276" w:lineRule="auto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Все необходимые материалы </w:t>
      </w:r>
      <w:r w:rsidR="001576B3">
        <w:rPr>
          <w:rFonts w:eastAsia="Batang"/>
          <w:kern w:val="2"/>
          <w:sz w:val="28"/>
          <w:szCs w:val="28"/>
          <w:lang w:eastAsia="ko-KR"/>
        </w:rPr>
        <w:t xml:space="preserve">для публикации в социальных сетях и СМИ </w:t>
      </w:r>
      <w:r>
        <w:rPr>
          <w:rFonts w:eastAsia="Batang"/>
          <w:kern w:val="2"/>
          <w:sz w:val="28"/>
          <w:szCs w:val="28"/>
          <w:lang w:eastAsia="ko-KR"/>
        </w:rPr>
        <w:t xml:space="preserve">находятся по ссылке: </w:t>
      </w:r>
      <w:bookmarkStart w:id="0" w:name="_GoBack"/>
      <w:bookmarkEnd w:id="0"/>
      <w:r w:rsidR="00613A7F">
        <w:rPr>
          <w:rFonts w:eastAsia="Batang"/>
          <w:kern w:val="2"/>
          <w:sz w:val="28"/>
          <w:szCs w:val="28"/>
          <w:lang w:eastAsia="ko-KR"/>
        </w:rPr>
        <w:fldChar w:fldCharType="begin"/>
      </w:r>
      <w:r w:rsidR="00613A7F">
        <w:rPr>
          <w:rFonts w:eastAsia="Batang"/>
          <w:kern w:val="2"/>
          <w:sz w:val="28"/>
          <w:szCs w:val="28"/>
          <w:lang w:eastAsia="ko-KR"/>
        </w:rPr>
        <w:instrText xml:space="preserve"> HYPERLINK "</w:instrText>
      </w:r>
      <w:r w:rsidR="00613A7F" w:rsidRPr="00F46FC6">
        <w:rPr>
          <w:rFonts w:eastAsia="Batang"/>
          <w:kern w:val="2"/>
          <w:sz w:val="28"/>
          <w:szCs w:val="28"/>
          <w:lang w:eastAsia="ko-KR"/>
        </w:rPr>
        <w:instrText>https://disk.yandex.ru/d/1xQqhXjQM48OiA</w:instrText>
      </w:r>
      <w:r w:rsidR="00613A7F">
        <w:rPr>
          <w:rFonts w:eastAsia="Batang"/>
          <w:kern w:val="2"/>
          <w:sz w:val="28"/>
          <w:szCs w:val="28"/>
          <w:lang w:eastAsia="ko-KR"/>
        </w:rPr>
        <w:instrText xml:space="preserve">" </w:instrText>
      </w:r>
      <w:r w:rsidR="00613A7F">
        <w:rPr>
          <w:rFonts w:eastAsia="Batang"/>
          <w:kern w:val="2"/>
          <w:sz w:val="28"/>
          <w:szCs w:val="28"/>
          <w:lang w:eastAsia="ko-KR"/>
        </w:rPr>
        <w:fldChar w:fldCharType="separate"/>
      </w:r>
      <w:r w:rsidR="00613A7F" w:rsidRPr="001640A5">
        <w:rPr>
          <w:rStyle w:val="a6"/>
          <w:rFonts w:eastAsia="Batang"/>
          <w:kern w:val="2"/>
          <w:sz w:val="28"/>
          <w:szCs w:val="28"/>
          <w:lang w:eastAsia="ko-KR"/>
        </w:rPr>
        <w:t>disk.yandex.ru/d/1xQqhXjQM48OiA</w:t>
      </w:r>
      <w:r w:rsidR="00613A7F">
        <w:rPr>
          <w:rFonts w:eastAsia="Batang"/>
          <w:kern w:val="2"/>
          <w:sz w:val="28"/>
          <w:szCs w:val="28"/>
          <w:lang w:eastAsia="ko-KR"/>
        </w:rPr>
        <w:fldChar w:fldCharType="end"/>
      </w:r>
      <w:r w:rsidR="00613A7F">
        <w:rPr>
          <w:rFonts w:eastAsia="Batang"/>
          <w:kern w:val="2"/>
          <w:sz w:val="28"/>
          <w:szCs w:val="28"/>
          <w:lang w:eastAsia="ko-KR"/>
        </w:rPr>
        <w:t xml:space="preserve"> </w:t>
      </w:r>
    </w:p>
    <w:p w14:paraId="36DD1872" w14:textId="3B682454" w:rsidR="001C3684" w:rsidRDefault="002A21CA" w:rsidP="008B0BB9">
      <w:pPr>
        <w:spacing w:line="276" w:lineRule="auto"/>
        <w:ind w:left="1276" w:hanging="1276"/>
        <w:rPr>
          <w:rFonts w:eastAsia="Batang"/>
          <w:i/>
          <w:kern w:val="2"/>
          <w:sz w:val="28"/>
          <w:szCs w:val="28"/>
          <w:lang w:eastAsia="ko-KR"/>
        </w:rPr>
      </w:pPr>
      <w:r>
        <w:rPr>
          <w:rFonts w:eastAsia="Batang"/>
          <w:i/>
          <w:noProof/>
          <w:kern w:val="2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CB31D95" wp14:editId="790ADEDA">
            <wp:simplePos x="0" y="0"/>
            <wp:positionH relativeFrom="margin">
              <wp:posOffset>19050</wp:posOffset>
            </wp:positionH>
            <wp:positionV relativeFrom="paragraph">
              <wp:posOffset>120650</wp:posOffset>
            </wp:positionV>
            <wp:extent cx="2570480" cy="2570480"/>
            <wp:effectExtent l="0" t="0" r="1270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257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93FDBA" w14:textId="205C3F83" w:rsidR="00916B58" w:rsidRPr="00916B58" w:rsidRDefault="00916B58" w:rsidP="00916B58">
      <w:pPr>
        <w:pStyle w:val="ae"/>
        <w:numPr>
          <w:ilvl w:val="0"/>
          <w:numId w:val="6"/>
        </w:numPr>
        <w:spacing w:line="276" w:lineRule="auto"/>
        <w:rPr>
          <w:rFonts w:eastAsia="Batang"/>
          <w:kern w:val="2"/>
          <w:sz w:val="28"/>
          <w:szCs w:val="28"/>
          <w:lang w:eastAsia="ko-KR"/>
        </w:rPr>
      </w:pPr>
      <w:r w:rsidRPr="00916B58">
        <w:rPr>
          <w:rFonts w:eastAsia="Batang"/>
          <w:kern w:val="2"/>
          <w:sz w:val="28"/>
          <w:szCs w:val="28"/>
          <w:lang w:eastAsia="ko-KR"/>
        </w:rPr>
        <w:t>Положение о Республиканском проекте «Контент-марафон»;</w:t>
      </w:r>
    </w:p>
    <w:p w14:paraId="7C79A6D4" w14:textId="1EDD17F2" w:rsidR="00916B58" w:rsidRPr="00916B58" w:rsidRDefault="00916B58" w:rsidP="00916B58">
      <w:pPr>
        <w:pStyle w:val="ae"/>
        <w:numPr>
          <w:ilvl w:val="0"/>
          <w:numId w:val="6"/>
        </w:numPr>
        <w:spacing w:line="276" w:lineRule="auto"/>
        <w:rPr>
          <w:rFonts w:eastAsia="Batang"/>
          <w:kern w:val="2"/>
          <w:sz w:val="28"/>
          <w:szCs w:val="28"/>
          <w:lang w:eastAsia="ko-KR"/>
        </w:rPr>
      </w:pPr>
      <w:r w:rsidRPr="00916B58">
        <w:rPr>
          <w:rFonts w:eastAsia="Batang"/>
          <w:kern w:val="2"/>
          <w:sz w:val="28"/>
          <w:szCs w:val="28"/>
          <w:lang w:eastAsia="ko-KR"/>
        </w:rPr>
        <w:t>Информационная справка о Республиканском проекте «Контент-марафон»;</w:t>
      </w:r>
    </w:p>
    <w:p w14:paraId="6202002F" w14:textId="05E6E802" w:rsidR="00916B58" w:rsidRPr="00916B58" w:rsidRDefault="00916B58" w:rsidP="00916B58">
      <w:pPr>
        <w:pStyle w:val="ae"/>
        <w:numPr>
          <w:ilvl w:val="0"/>
          <w:numId w:val="6"/>
        </w:numPr>
        <w:spacing w:line="276" w:lineRule="auto"/>
        <w:rPr>
          <w:rFonts w:eastAsia="Batang"/>
          <w:kern w:val="2"/>
          <w:sz w:val="28"/>
          <w:szCs w:val="28"/>
          <w:lang w:eastAsia="ko-KR"/>
        </w:rPr>
      </w:pPr>
      <w:r w:rsidRPr="00916B58">
        <w:rPr>
          <w:rFonts w:eastAsia="Batang"/>
          <w:kern w:val="2"/>
          <w:sz w:val="28"/>
          <w:szCs w:val="28"/>
          <w:lang w:eastAsia="ko-KR"/>
        </w:rPr>
        <w:t xml:space="preserve">Афиши, адаптированные для публикации на сайтах и </w:t>
      </w:r>
      <w:r>
        <w:rPr>
          <w:rFonts w:eastAsia="Batang"/>
          <w:kern w:val="2"/>
          <w:sz w:val="28"/>
          <w:szCs w:val="28"/>
          <w:lang w:eastAsia="ko-KR"/>
        </w:rPr>
        <w:t xml:space="preserve">в </w:t>
      </w:r>
      <w:r w:rsidRPr="00916B58">
        <w:rPr>
          <w:rFonts w:eastAsia="Batang"/>
          <w:kern w:val="2"/>
          <w:sz w:val="28"/>
          <w:szCs w:val="28"/>
          <w:lang w:eastAsia="ko-KR"/>
        </w:rPr>
        <w:t>социальных сетях;</w:t>
      </w:r>
    </w:p>
    <w:p w14:paraId="01CDFDF2" w14:textId="40203D5F" w:rsidR="00916B58" w:rsidRPr="00916B58" w:rsidRDefault="00916B58" w:rsidP="00916B58">
      <w:pPr>
        <w:pStyle w:val="ae"/>
        <w:numPr>
          <w:ilvl w:val="0"/>
          <w:numId w:val="6"/>
        </w:numPr>
        <w:spacing w:line="276" w:lineRule="auto"/>
        <w:rPr>
          <w:rFonts w:eastAsia="Batang"/>
          <w:kern w:val="2"/>
          <w:sz w:val="28"/>
          <w:szCs w:val="28"/>
          <w:lang w:eastAsia="ko-KR"/>
        </w:rPr>
      </w:pPr>
      <w:r w:rsidRPr="00916B58">
        <w:rPr>
          <w:rFonts w:eastAsia="Batang"/>
          <w:kern w:val="2"/>
          <w:sz w:val="28"/>
          <w:szCs w:val="28"/>
          <w:lang w:eastAsia="ko-KR"/>
        </w:rPr>
        <w:t>Тексты для публикации на сайтах и в социальных сетях о Республиканском проект</w:t>
      </w:r>
      <w:r w:rsidR="00A5707D">
        <w:rPr>
          <w:rFonts w:eastAsia="Batang"/>
          <w:kern w:val="2"/>
          <w:sz w:val="28"/>
          <w:szCs w:val="28"/>
          <w:lang w:eastAsia="ko-KR"/>
        </w:rPr>
        <w:t>е</w:t>
      </w:r>
      <w:r w:rsidRPr="00916B58">
        <w:rPr>
          <w:rFonts w:eastAsia="Batang"/>
          <w:kern w:val="2"/>
          <w:sz w:val="28"/>
          <w:szCs w:val="28"/>
          <w:lang w:eastAsia="ko-KR"/>
        </w:rPr>
        <w:t xml:space="preserve"> «Контент-марафон».</w:t>
      </w:r>
    </w:p>
    <w:p w14:paraId="2C783EE6" w14:textId="77777777" w:rsidR="00914636" w:rsidRPr="00E10630" w:rsidRDefault="00914636" w:rsidP="00914636">
      <w:pPr>
        <w:jc w:val="right"/>
        <w:rPr>
          <w:sz w:val="28"/>
          <w:szCs w:val="28"/>
        </w:rPr>
      </w:pPr>
    </w:p>
    <w:sectPr w:rsidR="00914636" w:rsidRPr="00E10630" w:rsidSect="00914636">
      <w:headerReference w:type="even" r:id="rId8"/>
      <w:headerReference w:type="default" r:id="rId9"/>
      <w:pgSz w:w="11906" w:h="16838" w:code="9"/>
      <w:pgMar w:top="1134" w:right="567" w:bottom="1134" w:left="1134" w:header="0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FCDE" w14:textId="77777777" w:rsidR="00FD368E" w:rsidRDefault="00FD368E">
      <w:r>
        <w:separator/>
      </w:r>
    </w:p>
  </w:endnote>
  <w:endnote w:type="continuationSeparator" w:id="0">
    <w:p w14:paraId="42FF880B" w14:textId="77777777" w:rsidR="00FD368E" w:rsidRDefault="00FD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BC314" w14:textId="77777777" w:rsidR="00FD368E" w:rsidRDefault="00FD368E">
      <w:r>
        <w:separator/>
      </w:r>
    </w:p>
  </w:footnote>
  <w:footnote w:type="continuationSeparator" w:id="0">
    <w:p w14:paraId="7DDE2691" w14:textId="77777777" w:rsidR="00FD368E" w:rsidRDefault="00FD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4A475" w14:textId="167756B1" w:rsidR="00E82620" w:rsidRDefault="00D57A11">
    <w:pPr>
      <w:pStyle w:val="a3"/>
    </w:pPr>
    <w:r>
      <w:rPr>
        <w:noProof/>
      </w:rPr>
      <w:pict w14:anchorId="217F23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0pt;height:127.5pt">
          <v:imagedata r:id="rId1" o:title="Шапка Гугл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86F60" w14:textId="15CB42B8" w:rsidR="00E82620" w:rsidRDefault="00E82620" w:rsidP="00E82620">
    <w:pPr>
      <w:pStyle w:val="a3"/>
      <w:ind w:left="-1134"/>
    </w:pPr>
    <w:r>
      <w:rPr>
        <w:noProof/>
      </w:rPr>
      <w:drawing>
        <wp:inline distT="0" distB="0" distL="0" distR="0" wp14:anchorId="42D1C0F4" wp14:editId="49931CA6">
          <wp:extent cx="7574805" cy="1895475"/>
          <wp:effectExtent l="0" t="0" r="7620" b="0"/>
          <wp:docPr id="4" name="Рисунок 4" descr="C:\Users\Алёна\Downloads\Telegram Desktop\Шапка Гугл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Алёна\Downloads\Telegram Desktop\Шапка Гугл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051" cy="189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E80"/>
    <w:multiLevelType w:val="hybridMultilevel"/>
    <w:tmpl w:val="A318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C8"/>
    <w:multiLevelType w:val="hybridMultilevel"/>
    <w:tmpl w:val="8932E30A"/>
    <w:lvl w:ilvl="0" w:tplc="5436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C30B0"/>
    <w:multiLevelType w:val="hybridMultilevel"/>
    <w:tmpl w:val="22628B1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FBB4936"/>
    <w:multiLevelType w:val="hybridMultilevel"/>
    <w:tmpl w:val="E5BAB8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5130886"/>
    <w:multiLevelType w:val="hybridMultilevel"/>
    <w:tmpl w:val="805CEE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38347CA"/>
    <w:multiLevelType w:val="hybridMultilevel"/>
    <w:tmpl w:val="9B047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4F"/>
    <w:rsid w:val="00004727"/>
    <w:rsid w:val="00014A2C"/>
    <w:rsid w:val="00015117"/>
    <w:rsid w:val="00021F02"/>
    <w:rsid w:val="00035A7D"/>
    <w:rsid w:val="00046779"/>
    <w:rsid w:val="00051591"/>
    <w:rsid w:val="00082571"/>
    <w:rsid w:val="00092F4E"/>
    <w:rsid w:val="00094495"/>
    <w:rsid w:val="000A1BD4"/>
    <w:rsid w:val="000A5FAA"/>
    <w:rsid w:val="000B11D3"/>
    <w:rsid w:val="000B1A17"/>
    <w:rsid w:val="000B321B"/>
    <w:rsid w:val="000C25D3"/>
    <w:rsid w:val="000C3331"/>
    <w:rsid w:val="000C686A"/>
    <w:rsid w:val="000D55BD"/>
    <w:rsid w:val="000E2601"/>
    <w:rsid w:val="000E4960"/>
    <w:rsid w:val="000E65F2"/>
    <w:rsid w:val="001007EE"/>
    <w:rsid w:val="00102E17"/>
    <w:rsid w:val="001272EB"/>
    <w:rsid w:val="001334B2"/>
    <w:rsid w:val="001342B4"/>
    <w:rsid w:val="00134CE4"/>
    <w:rsid w:val="00146D9B"/>
    <w:rsid w:val="00154A0B"/>
    <w:rsid w:val="001576B3"/>
    <w:rsid w:val="00186271"/>
    <w:rsid w:val="001A0A77"/>
    <w:rsid w:val="001B56E9"/>
    <w:rsid w:val="001C1CA0"/>
    <w:rsid w:val="001C3684"/>
    <w:rsid w:val="001D0A36"/>
    <w:rsid w:val="001D598C"/>
    <w:rsid w:val="001D7E1B"/>
    <w:rsid w:val="001E1D2E"/>
    <w:rsid w:val="00207EF8"/>
    <w:rsid w:val="0021797E"/>
    <w:rsid w:val="00221E6B"/>
    <w:rsid w:val="00222EB6"/>
    <w:rsid w:val="00224F15"/>
    <w:rsid w:val="0022675D"/>
    <w:rsid w:val="00226D66"/>
    <w:rsid w:val="00235CFC"/>
    <w:rsid w:val="00237494"/>
    <w:rsid w:val="00242C1F"/>
    <w:rsid w:val="00250EFB"/>
    <w:rsid w:val="002517D9"/>
    <w:rsid w:val="002537B9"/>
    <w:rsid w:val="00263EBC"/>
    <w:rsid w:val="00267029"/>
    <w:rsid w:val="00272862"/>
    <w:rsid w:val="00276690"/>
    <w:rsid w:val="00280AA0"/>
    <w:rsid w:val="002A21CA"/>
    <w:rsid w:val="002A3D19"/>
    <w:rsid w:val="002A7072"/>
    <w:rsid w:val="002D0CB9"/>
    <w:rsid w:val="002D128E"/>
    <w:rsid w:val="002E6AC8"/>
    <w:rsid w:val="002F56F5"/>
    <w:rsid w:val="00310D7F"/>
    <w:rsid w:val="003175DA"/>
    <w:rsid w:val="00320C0F"/>
    <w:rsid w:val="0032258C"/>
    <w:rsid w:val="00325544"/>
    <w:rsid w:val="00332F36"/>
    <w:rsid w:val="0034676F"/>
    <w:rsid w:val="00365DCA"/>
    <w:rsid w:val="003750E6"/>
    <w:rsid w:val="00381467"/>
    <w:rsid w:val="00387D0E"/>
    <w:rsid w:val="003929AE"/>
    <w:rsid w:val="00395716"/>
    <w:rsid w:val="00396A38"/>
    <w:rsid w:val="003A1C33"/>
    <w:rsid w:val="003A5BBC"/>
    <w:rsid w:val="003B0FC6"/>
    <w:rsid w:val="003B1E7D"/>
    <w:rsid w:val="003B27C2"/>
    <w:rsid w:val="003C5D22"/>
    <w:rsid w:val="003D24BF"/>
    <w:rsid w:val="003D32BE"/>
    <w:rsid w:val="003D4160"/>
    <w:rsid w:val="003D4B9E"/>
    <w:rsid w:val="003E2074"/>
    <w:rsid w:val="003E4627"/>
    <w:rsid w:val="003F18CB"/>
    <w:rsid w:val="003F4568"/>
    <w:rsid w:val="00403B26"/>
    <w:rsid w:val="00404A73"/>
    <w:rsid w:val="00411F91"/>
    <w:rsid w:val="0041200B"/>
    <w:rsid w:val="00416BAF"/>
    <w:rsid w:val="00424BEF"/>
    <w:rsid w:val="00426A74"/>
    <w:rsid w:val="00437279"/>
    <w:rsid w:val="00444702"/>
    <w:rsid w:val="00452996"/>
    <w:rsid w:val="004549F6"/>
    <w:rsid w:val="00464664"/>
    <w:rsid w:val="00472993"/>
    <w:rsid w:val="00486FA1"/>
    <w:rsid w:val="004A3AE3"/>
    <w:rsid w:val="004B38A1"/>
    <w:rsid w:val="004D0535"/>
    <w:rsid w:val="004D2BD3"/>
    <w:rsid w:val="004D5BC7"/>
    <w:rsid w:val="004E4401"/>
    <w:rsid w:val="004E7C75"/>
    <w:rsid w:val="004F350D"/>
    <w:rsid w:val="004F6630"/>
    <w:rsid w:val="004F75C4"/>
    <w:rsid w:val="005005E0"/>
    <w:rsid w:val="00501B8C"/>
    <w:rsid w:val="005063A3"/>
    <w:rsid w:val="00521C4F"/>
    <w:rsid w:val="0052552C"/>
    <w:rsid w:val="00525CF8"/>
    <w:rsid w:val="005269FF"/>
    <w:rsid w:val="00532BAE"/>
    <w:rsid w:val="00555A4A"/>
    <w:rsid w:val="0056602E"/>
    <w:rsid w:val="00576B04"/>
    <w:rsid w:val="00590436"/>
    <w:rsid w:val="00594755"/>
    <w:rsid w:val="005A3203"/>
    <w:rsid w:val="005B013B"/>
    <w:rsid w:val="005B42F7"/>
    <w:rsid w:val="005C540F"/>
    <w:rsid w:val="005D2AEA"/>
    <w:rsid w:val="00600909"/>
    <w:rsid w:val="00606C8F"/>
    <w:rsid w:val="00613A7F"/>
    <w:rsid w:val="00614BF3"/>
    <w:rsid w:val="0062171E"/>
    <w:rsid w:val="00630C1E"/>
    <w:rsid w:val="00645FD9"/>
    <w:rsid w:val="00656CE0"/>
    <w:rsid w:val="006611EE"/>
    <w:rsid w:val="00673CD5"/>
    <w:rsid w:val="006A40F5"/>
    <w:rsid w:val="006B3494"/>
    <w:rsid w:val="006C505F"/>
    <w:rsid w:val="006C643B"/>
    <w:rsid w:val="006E3F88"/>
    <w:rsid w:val="006E6CFF"/>
    <w:rsid w:val="00737F95"/>
    <w:rsid w:val="007466AA"/>
    <w:rsid w:val="007518A2"/>
    <w:rsid w:val="00764836"/>
    <w:rsid w:val="00766C95"/>
    <w:rsid w:val="007728C1"/>
    <w:rsid w:val="00774371"/>
    <w:rsid w:val="007B0D25"/>
    <w:rsid w:val="007C0C88"/>
    <w:rsid w:val="007E24BE"/>
    <w:rsid w:val="007E2F4A"/>
    <w:rsid w:val="007E5571"/>
    <w:rsid w:val="007F1C4D"/>
    <w:rsid w:val="007F272E"/>
    <w:rsid w:val="00802E57"/>
    <w:rsid w:val="00835F21"/>
    <w:rsid w:val="00845CE9"/>
    <w:rsid w:val="008479E5"/>
    <w:rsid w:val="008528C2"/>
    <w:rsid w:val="008540C9"/>
    <w:rsid w:val="00855E34"/>
    <w:rsid w:val="00856F3C"/>
    <w:rsid w:val="0086462D"/>
    <w:rsid w:val="00876369"/>
    <w:rsid w:val="008A7A68"/>
    <w:rsid w:val="008B0BB9"/>
    <w:rsid w:val="008B7256"/>
    <w:rsid w:val="008D5535"/>
    <w:rsid w:val="008E5C68"/>
    <w:rsid w:val="009031B8"/>
    <w:rsid w:val="009037B7"/>
    <w:rsid w:val="00907E1C"/>
    <w:rsid w:val="00913EAD"/>
    <w:rsid w:val="00914636"/>
    <w:rsid w:val="0091661F"/>
    <w:rsid w:val="00916B58"/>
    <w:rsid w:val="009250E8"/>
    <w:rsid w:val="00947F1D"/>
    <w:rsid w:val="00956DE6"/>
    <w:rsid w:val="009638B0"/>
    <w:rsid w:val="00970237"/>
    <w:rsid w:val="00971355"/>
    <w:rsid w:val="0097235A"/>
    <w:rsid w:val="00973EF9"/>
    <w:rsid w:val="009745DE"/>
    <w:rsid w:val="00987BA8"/>
    <w:rsid w:val="00996175"/>
    <w:rsid w:val="009A0D7C"/>
    <w:rsid w:val="009A423C"/>
    <w:rsid w:val="009A737E"/>
    <w:rsid w:val="009B3D82"/>
    <w:rsid w:val="009D715B"/>
    <w:rsid w:val="009E1353"/>
    <w:rsid w:val="009E77FE"/>
    <w:rsid w:val="00A00658"/>
    <w:rsid w:val="00A06648"/>
    <w:rsid w:val="00A1022D"/>
    <w:rsid w:val="00A142BE"/>
    <w:rsid w:val="00A21413"/>
    <w:rsid w:val="00A3430C"/>
    <w:rsid w:val="00A34838"/>
    <w:rsid w:val="00A37E90"/>
    <w:rsid w:val="00A40DF0"/>
    <w:rsid w:val="00A46818"/>
    <w:rsid w:val="00A5707D"/>
    <w:rsid w:val="00A571B0"/>
    <w:rsid w:val="00A62E44"/>
    <w:rsid w:val="00A67110"/>
    <w:rsid w:val="00A72528"/>
    <w:rsid w:val="00A94F29"/>
    <w:rsid w:val="00A95F64"/>
    <w:rsid w:val="00AB6653"/>
    <w:rsid w:val="00AC7893"/>
    <w:rsid w:val="00B00F53"/>
    <w:rsid w:val="00B05868"/>
    <w:rsid w:val="00B2303D"/>
    <w:rsid w:val="00B365EC"/>
    <w:rsid w:val="00B66653"/>
    <w:rsid w:val="00B66FE2"/>
    <w:rsid w:val="00B75442"/>
    <w:rsid w:val="00B85D1E"/>
    <w:rsid w:val="00BA2A24"/>
    <w:rsid w:val="00BA7CDC"/>
    <w:rsid w:val="00BB4F75"/>
    <w:rsid w:val="00BB7711"/>
    <w:rsid w:val="00BD1E32"/>
    <w:rsid w:val="00BD2039"/>
    <w:rsid w:val="00BE2097"/>
    <w:rsid w:val="00BF63AF"/>
    <w:rsid w:val="00BF7362"/>
    <w:rsid w:val="00C00014"/>
    <w:rsid w:val="00C04BC6"/>
    <w:rsid w:val="00C15998"/>
    <w:rsid w:val="00C215CC"/>
    <w:rsid w:val="00C3394D"/>
    <w:rsid w:val="00C42954"/>
    <w:rsid w:val="00C46E90"/>
    <w:rsid w:val="00C54DBB"/>
    <w:rsid w:val="00C60E4B"/>
    <w:rsid w:val="00C70C98"/>
    <w:rsid w:val="00C729AB"/>
    <w:rsid w:val="00C8362F"/>
    <w:rsid w:val="00C87510"/>
    <w:rsid w:val="00CB7BC5"/>
    <w:rsid w:val="00CC5851"/>
    <w:rsid w:val="00CD19E1"/>
    <w:rsid w:val="00CD6651"/>
    <w:rsid w:val="00CD6CAB"/>
    <w:rsid w:val="00CF0B8F"/>
    <w:rsid w:val="00CF49DE"/>
    <w:rsid w:val="00D030BF"/>
    <w:rsid w:val="00D070C2"/>
    <w:rsid w:val="00D14990"/>
    <w:rsid w:val="00D2780D"/>
    <w:rsid w:val="00D3400D"/>
    <w:rsid w:val="00D37FEC"/>
    <w:rsid w:val="00D527B6"/>
    <w:rsid w:val="00D561D9"/>
    <w:rsid w:val="00D57A11"/>
    <w:rsid w:val="00D75828"/>
    <w:rsid w:val="00D77667"/>
    <w:rsid w:val="00D77AAE"/>
    <w:rsid w:val="00D85CB7"/>
    <w:rsid w:val="00D934A9"/>
    <w:rsid w:val="00DA107C"/>
    <w:rsid w:val="00DA3E45"/>
    <w:rsid w:val="00DB009A"/>
    <w:rsid w:val="00DB7CEE"/>
    <w:rsid w:val="00DC2451"/>
    <w:rsid w:val="00DC26B0"/>
    <w:rsid w:val="00DD4682"/>
    <w:rsid w:val="00DD4B91"/>
    <w:rsid w:val="00DD623C"/>
    <w:rsid w:val="00DD7E69"/>
    <w:rsid w:val="00DE3208"/>
    <w:rsid w:val="00DE370B"/>
    <w:rsid w:val="00DF5E44"/>
    <w:rsid w:val="00E071A2"/>
    <w:rsid w:val="00E10630"/>
    <w:rsid w:val="00E1324E"/>
    <w:rsid w:val="00E151A2"/>
    <w:rsid w:val="00E36E8B"/>
    <w:rsid w:val="00E545EB"/>
    <w:rsid w:val="00E56731"/>
    <w:rsid w:val="00E6556B"/>
    <w:rsid w:val="00E82228"/>
    <w:rsid w:val="00E82620"/>
    <w:rsid w:val="00E857B2"/>
    <w:rsid w:val="00E911CC"/>
    <w:rsid w:val="00E92C2B"/>
    <w:rsid w:val="00EA1B88"/>
    <w:rsid w:val="00EA633E"/>
    <w:rsid w:val="00EB06F3"/>
    <w:rsid w:val="00EC1DC0"/>
    <w:rsid w:val="00ED24E2"/>
    <w:rsid w:val="00ED52E4"/>
    <w:rsid w:val="00ED6307"/>
    <w:rsid w:val="00EF4AD8"/>
    <w:rsid w:val="00EF4DFF"/>
    <w:rsid w:val="00F001D2"/>
    <w:rsid w:val="00F0305B"/>
    <w:rsid w:val="00F21252"/>
    <w:rsid w:val="00F2216A"/>
    <w:rsid w:val="00F22225"/>
    <w:rsid w:val="00F229EF"/>
    <w:rsid w:val="00F31E92"/>
    <w:rsid w:val="00F34DBC"/>
    <w:rsid w:val="00F43129"/>
    <w:rsid w:val="00F455D5"/>
    <w:rsid w:val="00F46FC6"/>
    <w:rsid w:val="00F52FF2"/>
    <w:rsid w:val="00F573F9"/>
    <w:rsid w:val="00F57711"/>
    <w:rsid w:val="00F75D89"/>
    <w:rsid w:val="00F905B9"/>
    <w:rsid w:val="00F907D2"/>
    <w:rsid w:val="00FA062F"/>
    <w:rsid w:val="00FA518A"/>
    <w:rsid w:val="00FB1CF1"/>
    <w:rsid w:val="00FB22A6"/>
    <w:rsid w:val="00FB49BE"/>
    <w:rsid w:val="00FB4A31"/>
    <w:rsid w:val="00FB61C0"/>
    <w:rsid w:val="00FB716C"/>
    <w:rsid w:val="00FB7BED"/>
    <w:rsid w:val="00FC07D8"/>
    <w:rsid w:val="00FD368E"/>
    <w:rsid w:val="00FD4CBC"/>
    <w:rsid w:val="00FD6E38"/>
    <w:rsid w:val="00FE3B34"/>
    <w:rsid w:val="00FE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E1C041"/>
  <w15:docId w15:val="{6292229A-D377-4D19-B490-9EE6584E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32F36"/>
    <w:pPr>
      <w:keepNext/>
      <w:ind w:left="5760"/>
      <w:outlineLvl w:val="1"/>
    </w:pPr>
    <w:rPr>
      <w:b/>
      <w:bCs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8362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332F36"/>
    <w:rPr>
      <w:b/>
      <w:bCs/>
      <w:sz w:val="28"/>
    </w:rPr>
  </w:style>
  <w:style w:type="character" w:styleId="a9">
    <w:name w:val="annotation reference"/>
    <w:rsid w:val="00F0305B"/>
    <w:rPr>
      <w:sz w:val="16"/>
      <w:szCs w:val="16"/>
    </w:rPr>
  </w:style>
  <w:style w:type="paragraph" w:styleId="aa">
    <w:name w:val="annotation text"/>
    <w:basedOn w:val="a"/>
    <w:link w:val="ab"/>
    <w:rsid w:val="00F0305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0305B"/>
  </w:style>
  <w:style w:type="paragraph" w:styleId="ac">
    <w:name w:val="annotation subject"/>
    <w:basedOn w:val="aa"/>
    <w:next w:val="aa"/>
    <w:link w:val="ad"/>
    <w:rsid w:val="00F0305B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0305B"/>
    <w:rPr>
      <w:b/>
      <w:bCs/>
    </w:rPr>
  </w:style>
  <w:style w:type="paragraph" w:styleId="ae">
    <w:name w:val="List Paragraph"/>
    <w:basedOn w:val="a"/>
    <w:uiPriority w:val="34"/>
    <w:qFormat/>
    <w:rsid w:val="00916B58"/>
    <w:pPr>
      <w:ind w:left="720"/>
      <w:contextualSpacing/>
    </w:pPr>
  </w:style>
  <w:style w:type="character" w:styleId="af">
    <w:name w:val="FollowedHyperlink"/>
    <w:basedOn w:val="a0"/>
    <w:semiHidden/>
    <w:unhideWhenUsed/>
    <w:rsid w:val="002D128E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D1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83;&#1072;&#1085;&#1082;2014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</Template>
  <TotalTime>23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Петр</cp:lastModifiedBy>
  <cp:revision>13</cp:revision>
  <cp:lastPrinted>2021-06-17T13:22:00Z</cp:lastPrinted>
  <dcterms:created xsi:type="dcterms:W3CDTF">2022-06-24T12:34:00Z</dcterms:created>
  <dcterms:modified xsi:type="dcterms:W3CDTF">2022-07-15T07:41:00Z</dcterms:modified>
</cp:coreProperties>
</file>